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5D1471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D21A65" w:rsidRPr="00D21A65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="00D21A65" w:rsidRPr="00D21A65">
        <w:rPr>
          <w:rFonts w:ascii="Verdana" w:eastAsia="Times New Roman" w:hAnsi="Verdana" w:cs="Times New Roman"/>
          <w:b/>
          <w:lang w:eastAsia="cs-CZ"/>
        </w:rPr>
        <w:t xml:space="preserve">Komunální traktor s přídavným zařízením“ </w:t>
      </w:r>
      <w:r w:rsidR="00D21A65" w:rsidRPr="00D21A65">
        <w:rPr>
          <w:rFonts w:ascii="Verdana" w:eastAsia="Times New Roman" w:hAnsi="Verdana" w:cs="Times New Roman"/>
          <w:lang w:eastAsia="cs-CZ"/>
        </w:rPr>
        <w:t xml:space="preserve">č.j. 22137/2025-SŽ-OŘ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D21A6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D21A6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D21A6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129DA" w14:textId="6F03800E" w:rsidR="00D21A65" w:rsidRDefault="00D21A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60426AA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350726C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21A65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B58D2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EB58D2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479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Poštulková Jana</cp:lastModifiedBy>
  <cp:revision>10</cp:revision>
  <cp:lastPrinted>2017-11-28T17:18:00Z</cp:lastPrinted>
  <dcterms:created xsi:type="dcterms:W3CDTF">2023-11-16T10:29:00Z</dcterms:created>
  <dcterms:modified xsi:type="dcterms:W3CDTF">2025-06-02T11:12:00Z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